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"/>
        <w:gridCol w:w="4791"/>
      </w:tblGrid>
      <w:tr w:rsidR="0070244D" w:rsidRPr="000B58A0" w:rsidTr="00B25378">
        <w:trPr>
          <w:tblCellSpacing w:w="15" w:type="dxa"/>
        </w:trPr>
        <w:tc>
          <w:tcPr>
            <w:tcW w:w="0" w:type="auto"/>
            <w:hideMark/>
          </w:tcPr>
          <w:p w:rsidR="0070244D" w:rsidRPr="000B58A0" w:rsidRDefault="0070244D" w:rsidP="00B25378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B58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Sample:</w:t>
            </w:r>
          </w:p>
        </w:tc>
        <w:tc>
          <w:tcPr>
            <w:tcW w:w="0" w:type="auto"/>
            <w:hideMark/>
          </w:tcPr>
          <w:p w:rsidR="0070244D" w:rsidRPr="000B58A0" w:rsidRDefault="0070244D" w:rsidP="00B25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8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br/>
              <w:t>I Am</w:t>
            </w:r>
          </w:p>
          <w:p w:rsidR="0070244D" w:rsidRPr="000B58A0" w:rsidRDefault="0070244D" w:rsidP="00B253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t>I am sharp and focused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wonder what the camera really sees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hear the buzzing bee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see flowers in early morning light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want to stop time in a box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am sharp and focused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pretend to be a statue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feel the shakes inside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touch the shutter button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worry about the blurry result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cry that the moment has forever passed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am sharp and focused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understand moments in time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say let's freeze them forever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dream of watercolor effects coming to life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try to see all the soft muted edges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I hope it happens someday</w:t>
            </w:r>
            <w:r w:rsidRPr="000B58A0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 xml:space="preserve">I am sharp and focused </w:t>
            </w:r>
          </w:p>
        </w:tc>
      </w:tr>
    </w:tbl>
    <w:p w:rsidR="0070244D" w:rsidRDefault="0070244D" w:rsidP="0070244D"/>
    <w:p w:rsidR="00FC7A8A" w:rsidRDefault="00FC7A8A">
      <w:bookmarkStart w:id="0" w:name="_GoBack"/>
      <w:bookmarkEnd w:id="0"/>
    </w:p>
    <w:sectPr w:rsidR="00FC7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4D"/>
    <w:rsid w:val="0070244D"/>
    <w:rsid w:val="00FC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1AD4A909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Moore</dc:creator>
  <cp:lastModifiedBy>Christine Moore</cp:lastModifiedBy>
  <cp:revision>1</cp:revision>
  <dcterms:created xsi:type="dcterms:W3CDTF">2013-04-26T14:35:00Z</dcterms:created>
  <dcterms:modified xsi:type="dcterms:W3CDTF">2013-04-26T14:36:00Z</dcterms:modified>
</cp:coreProperties>
</file>